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2D" w:rsidRDefault="00BF317F" w:rsidP="00AF392D">
      <w:pPr>
        <w:jc w:val="center"/>
        <w:rPr>
          <w:rFonts w:ascii="Chalkboard" w:hAnsi="Chalkboard"/>
          <w:sz w:val="40"/>
        </w:rPr>
      </w:pPr>
      <w:bookmarkStart w:id="0" w:name="_GoBack"/>
      <w:bookmarkEnd w:id="0"/>
      <w:r>
        <w:rPr>
          <w:rFonts w:ascii="Chalkboard" w:hAnsi="Chalkboard"/>
          <w:noProof/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685800</wp:posOffset>
                </wp:positionV>
                <wp:extent cx="297180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92D" w:rsidRPr="00AF392D" w:rsidRDefault="00AF392D">
                            <w:pPr>
                              <w:rPr>
                                <w:rFonts w:ascii="Chalkboard" w:hAnsi="Chalkboard"/>
                                <w:sz w:val="28"/>
                              </w:rPr>
                            </w:pPr>
                            <w:r w:rsidRPr="00AF392D">
                              <w:rPr>
                                <w:rFonts w:ascii="Chalkboard" w:hAnsi="Chalkboard"/>
                                <w:sz w:val="28"/>
                              </w:rPr>
                              <w:t>Draw a picture of Chicken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6pt;margin-top:54pt;width:23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" filled="f" stroked="f">
                <v:textbox inset=",7.2pt,,7.2pt">
                  <w:txbxContent>
                    <w:p w:rsidR="00AF392D" w:rsidRPr="00AF392D" w:rsidRDefault="00AF392D">
                      <w:pPr>
                        <w:rPr>
                          <w:rFonts w:ascii="Chalkboard" w:hAnsi="Chalkboard"/>
                          <w:sz w:val="28"/>
                        </w:rPr>
                      </w:pPr>
                      <w:r w:rsidRPr="00AF392D">
                        <w:rPr>
                          <w:rFonts w:ascii="Chalkboard" w:hAnsi="Chalkboard"/>
                          <w:sz w:val="28"/>
                        </w:rPr>
                        <w:t>Draw a picture of Chicken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F392D" w:rsidRPr="00AF392D">
        <w:rPr>
          <w:rFonts w:ascii="Chalkboard" w:hAnsi="Chalkboard"/>
          <w:sz w:val="40"/>
        </w:rPr>
        <w:t>Chara</w:t>
      </w:r>
      <w:r w:rsidR="00AF392D">
        <w:rPr>
          <w:rFonts w:ascii="Chalkboard" w:hAnsi="Chalkboard"/>
          <w:sz w:val="40"/>
        </w:rPr>
        <w:t>cter Map</w:t>
      </w:r>
    </w:p>
    <w:p w:rsidR="00AF392D" w:rsidRDefault="00BF317F" w:rsidP="00AF392D">
      <w:pPr>
        <w:rPr>
          <w:rFonts w:ascii="Chalkboard" w:hAnsi="Chalkboard"/>
          <w:noProof/>
          <w:sz w:val="32"/>
        </w:rPr>
      </w:pPr>
      <w:r>
        <w:rPr>
          <w:rFonts w:ascii="Chalkboard" w:hAnsi="Chalkboard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361950</wp:posOffset>
                </wp:positionV>
                <wp:extent cx="6838950" cy="4791075"/>
                <wp:effectExtent l="9525" t="9525" r="9525" b="38100"/>
                <wp:wrapTight wrapText="bothSides">
                  <wp:wrapPolygon edited="0">
                    <wp:start x="-92" y="-60"/>
                    <wp:lineTo x="-124" y="120"/>
                    <wp:lineTo x="-124" y="22021"/>
                    <wp:lineTo x="21787" y="22021"/>
                    <wp:lineTo x="21817" y="421"/>
                    <wp:lineTo x="21754" y="0"/>
                    <wp:lineTo x="21662" y="-60"/>
                    <wp:lineTo x="-92" y="-60"/>
                  </wp:wrapPolygon>
                </wp:wrapTight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0" cy="4791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4pt;margin-top:28.5pt;width:538.5pt;height:3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" fillcolor="white [3212]" strokecolor="black [3213]" strokeweight="1.5pt">
                <v:shadow on="t" opacity="22938f" offset="0"/>
                <v:textbox inset=",7.2pt,,7.2pt"/>
                <w10:wrap type="tight"/>
              </v:rect>
            </w:pict>
          </mc:Fallback>
        </mc:AlternateContent>
      </w:r>
    </w:p>
    <w:p w:rsidR="00AF392D" w:rsidRPr="00AF392D" w:rsidRDefault="00AF392D" w:rsidP="00AF392D">
      <w:pPr>
        <w:rPr>
          <w:rFonts w:ascii="Chalkboard" w:hAnsi="Chalkboard"/>
          <w:noProof/>
          <w:sz w:val="32"/>
        </w:rPr>
      </w:pPr>
      <w:r w:rsidRPr="00AF392D">
        <w:rPr>
          <w:rFonts w:ascii="Chalkboard" w:hAnsi="Chalkboard"/>
          <w:noProof/>
          <w:sz w:val="32"/>
        </w:rPr>
        <w:t>Describe Chicken</w:t>
      </w: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BF317F" w:rsidP="00AF392D">
      <w:pPr>
        <w:jc w:val="center"/>
        <w:rPr>
          <w:rFonts w:ascii="Chalkboard" w:hAnsi="Chalkboard"/>
          <w:sz w:val="40"/>
        </w:rPr>
      </w:pPr>
      <w:r>
        <w:rPr>
          <w:rFonts w:ascii="Chalkboard" w:hAnsi="Chalkboard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234950</wp:posOffset>
                </wp:positionV>
                <wp:extent cx="2047875" cy="1600200"/>
                <wp:effectExtent l="9525" t="15875" r="9525" b="41275"/>
                <wp:wrapTight wrapText="bothSides">
                  <wp:wrapPolygon edited="0">
                    <wp:start x="-335" y="-129"/>
                    <wp:lineTo x="-449" y="257"/>
                    <wp:lineTo x="-449" y="22500"/>
                    <wp:lineTo x="22276" y="22500"/>
                    <wp:lineTo x="22390" y="900"/>
                    <wp:lineTo x="22163" y="0"/>
                    <wp:lineTo x="21828" y="-129"/>
                    <wp:lineTo x="-335" y="-129"/>
                  </wp:wrapPolygon>
                </wp:wrapTight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36pt;margin-top:18.5pt;width:161.2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" fillcolor="white [3212]" strokecolor="black [3213]" strokeweight="1.5pt"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rFonts w:ascii="Chalkboard" w:hAnsi="Chalkboard"/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234950</wp:posOffset>
                </wp:positionV>
                <wp:extent cx="2047875" cy="1600200"/>
                <wp:effectExtent l="9525" t="15875" r="9525" b="41275"/>
                <wp:wrapTight wrapText="bothSides">
                  <wp:wrapPolygon edited="0">
                    <wp:start x="-335" y="-129"/>
                    <wp:lineTo x="-449" y="257"/>
                    <wp:lineTo x="-449" y="22500"/>
                    <wp:lineTo x="22276" y="22500"/>
                    <wp:lineTo x="22390" y="900"/>
                    <wp:lineTo x="22163" y="0"/>
                    <wp:lineTo x="21828" y="-129"/>
                    <wp:lineTo x="-335" y="-129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62pt;margin-top:18.5pt;width:161.25pt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" fillcolor="white [3212]" strokecolor="black [3213]" strokeweight="1.5pt"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rFonts w:ascii="Chalkboard" w:hAnsi="Chalkboard"/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234950</wp:posOffset>
                </wp:positionV>
                <wp:extent cx="2047875" cy="1600200"/>
                <wp:effectExtent l="9525" t="15875" r="9525" b="41275"/>
                <wp:wrapTight wrapText="bothSides">
                  <wp:wrapPolygon edited="0">
                    <wp:start x="-335" y="-129"/>
                    <wp:lineTo x="-449" y="257"/>
                    <wp:lineTo x="-449" y="22500"/>
                    <wp:lineTo x="22276" y="22500"/>
                    <wp:lineTo x="22390" y="900"/>
                    <wp:lineTo x="22163" y="0"/>
                    <wp:lineTo x="21828" y="-129"/>
                    <wp:lineTo x="-335" y="-129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160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42pt;margin-top:18.5pt;width:161.25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" fillcolor="white [3212]" strokecolor="black [3213]" strokeweight="1.5pt">
                <v:shadow on="t" opacity="22938f" offset="0"/>
                <v:textbox inset=",7.2pt,,7.2pt"/>
                <w10:wrap type="tight"/>
              </v:rect>
            </w:pict>
          </mc:Fallback>
        </mc:AlternateContent>
      </w: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AF392D" w:rsidRDefault="00AF392D" w:rsidP="00AF392D">
      <w:pPr>
        <w:jc w:val="center"/>
        <w:rPr>
          <w:rFonts w:ascii="Chalkboard" w:hAnsi="Chalkboard"/>
          <w:sz w:val="40"/>
        </w:rPr>
      </w:pPr>
    </w:p>
    <w:p w:rsidR="0079667C" w:rsidRPr="00AF392D" w:rsidRDefault="00BF317F" w:rsidP="00AF392D">
      <w:pPr>
        <w:jc w:val="center"/>
        <w:rPr>
          <w:rFonts w:ascii="Chalkboard" w:hAnsi="Chalkboard"/>
          <w:sz w:val="40"/>
        </w:rPr>
      </w:pPr>
    </w:p>
    <w:sectPr w:rsidR="0079667C" w:rsidRPr="00AF392D" w:rsidSect="00A003C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2D"/>
    <w:rsid w:val="00AF392D"/>
    <w:rsid w:val="00BF31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702CD-6D21-4EB1-87EE-8D0CFBDC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935FE48D</Template>
  <TotalTime>0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Canton City Schools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Kuntzman</dc:creator>
  <cp:lastModifiedBy>mindy engler</cp:lastModifiedBy>
  <cp:revision>2</cp:revision>
  <dcterms:created xsi:type="dcterms:W3CDTF">2012-03-19T12:42:00Z</dcterms:created>
  <dcterms:modified xsi:type="dcterms:W3CDTF">2012-03-19T12:42:00Z</dcterms:modified>
</cp:coreProperties>
</file>